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75123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D6A1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D6A19" w:rsidRPr="00FD6A19">
        <w:rPr>
          <w:rFonts w:asciiTheme="majorHAnsi" w:eastAsia="Times New Roman" w:hAnsiTheme="majorHAnsi" w:cs="Times New Roman"/>
          <w:lang w:eastAsia="cs-CZ"/>
        </w:rPr>
        <w:t>2</w:t>
      </w:r>
      <w:r w:rsidR="00A756D0" w:rsidRPr="00FD6A19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4B706B07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32C6D80A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6439DF98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4066CE4C" w14:textId="77777777" w:rsidTr="00AC4F8E">
        <w:tc>
          <w:tcPr>
            <w:tcW w:w="2972" w:type="dxa"/>
            <w:shd w:val="clear" w:color="auto" w:fill="D9D9D9"/>
          </w:tcPr>
          <w:p w14:paraId="1B43A901" w14:textId="0B7B8C08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D9D9D9"/>
          </w:tcPr>
          <w:p w14:paraId="0DB75C97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4E67BC6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7CB4D546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5BBEE6BF" w14:textId="77777777" w:rsidTr="00AC4F8E">
        <w:tc>
          <w:tcPr>
            <w:tcW w:w="2972" w:type="dxa"/>
          </w:tcPr>
          <w:p w14:paraId="43051ACB" w14:textId="10610D6D" w:rsidR="00EF3BFB" w:rsidRPr="00FD6A19" w:rsidRDefault="00B5083B" w:rsidP="005C138E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</w:t>
            </w:r>
            <w:r w:rsidR="00CE7F18" w:rsidRPr="00CE7F18">
              <w:rPr>
                <w:rFonts w:asciiTheme="majorHAnsi" w:hAnsiTheme="majorHAnsi"/>
              </w:rPr>
              <w:t>ervery pro virtualizační satelitní platformy</w:t>
            </w:r>
            <w:r w:rsidR="002323B4">
              <w:rPr>
                <w:rFonts w:asciiTheme="majorHAnsi" w:hAnsiTheme="majorHAnsi"/>
              </w:rPr>
              <w:t xml:space="preserve"> </w:t>
            </w:r>
            <w:r w:rsidR="002323B4" w:rsidRPr="002323B4">
              <w:rPr>
                <w:rFonts w:asciiTheme="majorHAnsi" w:hAnsiTheme="majorHAnsi"/>
                <w:b/>
                <w:bCs/>
              </w:rPr>
              <w:t>(Položka 1</w:t>
            </w:r>
            <w:r w:rsidR="002323B4">
              <w:rPr>
                <w:rFonts w:asciiTheme="majorHAnsi" w:hAnsiTheme="majorHAnsi"/>
                <w:b/>
                <w:bCs/>
              </w:rPr>
              <w:t xml:space="preserve"> Specifikace plnění</w:t>
            </w:r>
            <w:r w:rsidR="00972751">
              <w:rPr>
                <w:rFonts w:asciiTheme="majorHAnsi" w:hAnsiTheme="majorHAnsi"/>
                <w:b/>
                <w:bCs/>
              </w:rPr>
              <w:t>,</w:t>
            </w:r>
            <w:r w:rsidR="008258D4">
              <w:rPr>
                <w:rFonts w:asciiTheme="majorHAnsi" w:hAnsiTheme="majorHAnsi"/>
                <w:b/>
                <w:bCs/>
              </w:rPr>
              <w:t xml:space="preserve"> včetně</w:t>
            </w:r>
            <w:r w:rsidR="00972751">
              <w:rPr>
                <w:rFonts w:asciiTheme="majorHAnsi" w:hAnsiTheme="majorHAnsi"/>
                <w:b/>
                <w:bCs/>
              </w:rPr>
              <w:t xml:space="preserve"> příslušeného </w:t>
            </w:r>
            <w:r w:rsidR="00CF20E8">
              <w:rPr>
                <w:rFonts w:asciiTheme="majorHAnsi" w:hAnsiTheme="majorHAnsi"/>
                <w:b/>
                <w:bCs/>
              </w:rPr>
              <w:t>Software a licencí</w:t>
            </w:r>
            <w:r w:rsidR="002323B4" w:rsidRPr="002323B4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686" w:type="dxa"/>
          </w:tcPr>
          <w:p w14:paraId="35E1A7C7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CEE4274" w14:textId="2C690C00" w:rsidR="00EF3BFB" w:rsidRPr="00FF65DD" w:rsidRDefault="006E34C8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984" w:type="dxa"/>
          </w:tcPr>
          <w:p w14:paraId="4B7828B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C7A626B" w14:textId="77777777" w:rsidTr="00AC4F8E">
        <w:tc>
          <w:tcPr>
            <w:tcW w:w="2972" w:type="dxa"/>
          </w:tcPr>
          <w:p w14:paraId="45A7074D" w14:textId="306855E0" w:rsidR="00EF3BFB" w:rsidRPr="00FD6A19" w:rsidRDefault="00B5083B" w:rsidP="00CF20E8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S</w:t>
            </w:r>
            <w:r w:rsidR="008104D3" w:rsidRPr="008104D3">
              <w:rPr>
                <w:rFonts w:asciiTheme="majorHAnsi" w:hAnsiTheme="majorHAnsi"/>
              </w:rPr>
              <w:t>erver</w:t>
            </w:r>
            <w:r w:rsidR="008104D3">
              <w:rPr>
                <w:rFonts w:asciiTheme="majorHAnsi" w:hAnsiTheme="majorHAnsi"/>
              </w:rPr>
              <w:t>ové</w:t>
            </w:r>
            <w:r w:rsidR="008104D3" w:rsidRPr="008104D3">
              <w:rPr>
                <w:rFonts w:asciiTheme="majorHAnsi" w:hAnsiTheme="majorHAnsi"/>
              </w:rPr>
              <w:t xml:space="preserve"> nod</w:t>
            </w:r>
            <w:r w:rsidR="008104D3">
              <w:rPr>
                <w:rFonts w:asciiTheme="majorHAnsi" w:hAnsiTheme="majorHAnsi"/>
              </w:rPr>
              <w:t>y</w:t>
            </w:r>
            <w:r w:rsidR="008104D3" w:rsidRPr="008104D3">
              <w:rPr>
                <w:rFonts w:asciiTheme="majorHAnsi" w:hAnsiTheme="majorHAnsi"/>
              </w:rPr>
              <w:t xml:space="preserve"> pro HCI virtualizační platformy</w:t>
            </w:r>
            <w:r w:rsidR="002323B4">
              <w:rPr>
                <w:rFonts w:asciiTheme="majorHAnsi" w:hAnsiTheme="majorHAnsi"/>
              </w:rPr>
              <w:t xml:space="preserve"> </w:t>
            </w:r>
            <w:r w:rsidR="002323B4" w:rsidRPr="002323B4">
              <w:rPr>
                <w:rFonts w:asciiTheme="majorHAnsi" w:hAnsiTheme="majorHAnsi"/>
                <w:b/>
                <w:bCs/>
              </w:rPr>
              <w:t>(Položka 2 Specifikace plnění</w:t>
            </w:r>
            <w:r w:rsidR="00CF20E8" w:rsidRPr="00CF20E8">
              <w:rPr>
                <w:rFonts w:asciiTheme="majorHAnsi" w:hAnsiTheme="majorHAnsi"/>
                <w:b/>
                <w:bCs/>
              </w:rPr>
              <w:t>, včetně příslušeného Software a licencí</w:t>
            </w:r>
            <w:r w:rsidR="002323B4" w:rsidRPr="002323B4">
              <w:rPr>
                <w:rFonts w:asciiTheme="majorHAnsi" w:hAnsiTheme="majorHAnsi"/>
                <w:b/>
                <w:bCs/>
              </w:rPr>
              <w:t>)</w:t>
            </w:r>
          </w:p>
        </w:tc>
        <w:tc>
          <w:tcPr>
            <w:tcW w:w="1686" w:type="dxa"/>
          </w:tcPr>
          <w:p w14:paraId="33CFED9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4ADB754E" w14:textId="30371DB6" w:rsidR="00EF3BFB" w:rsidRPr="00FF65DD" w:rsidRDefault="00F8750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984" w:type="dxa"/>
          </w:tcPr>
          <w:p w14:paraId="602FFFEF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22FB4B9A" w14:textId="77777777" w:rsidTr="00AC4F8E">
        <w:tc>
          <w:tcPr>
            <w:tcW w:w="2972" w:type="dxa"/>
          </w:tcPr>
          <w:p w14:paraId="1B4FB60A" w14:textId="1DB7CC80"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v Kč bez DPH</w:t>
            </w:r>
          </w:p>
        </w:tc>
        <w:tc>
          <w:tcPr>
            <w:tcW w:w="5654" w:type="dxa"/>
            <w:gridSpan w:val="3"/>
          </w:tcPr>
          <w:p w14:paraId="5C0766B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7A6214D3" w14:textId="77777777" w:rsidTr="00AC4F8E">
        <w:tc>
          <w:tcPr>
            <w:tcW w:w="2972" w:type="dxa"/>
          </w:tcPr>
          <w:p w14:paraId="1D90085F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399DEB8B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439C24D" w14:textId="77777777" w:rsidTr="00AC4F8E">
        <w:tc>
          <w:tcPr>
            <w:tcW w:w="2972" w:type="dxa"/>
          </w:tcPr>
          <w:p w14:paraId="1FC5E0FC" w14:textId="2F2D09D1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v Kč včetně DPH</w:t>
            </w:r>
          </w:p>
        </w:tc>
        <w:tc>
          <w:tcPr>
            <w:tcW w:w="5654" w:type="dxa"/>
            <w:gridSpan w:val="3"/>
          </w:tcPr>
          <w:p w14:paraId="0554E09E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56DFC097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A04E195" w14:textId="78C9AA49" w:rsidR="00656B8C" w:rsidRPr="001B629E" w:rsidRDefault="00656B8C" w:rsidP="00B87F03">
      <w:pPr>
        <w:rPr>
          <w:rFonts w:asciiTheme="majorHAnsi" w:eastAsia="Times New Roman" w:hAnsiTheme="majorHAnsi" w:cs="Times New Roman"/>
          <w:sz w:val="22"/>
          <w:szCs w:val="24"/>
        </w:rPr>
      </w:pPr>
      <w:bookmarkStart w:id="0" w:name="_GoBack"/>
      <w:bookmarkEnd w:id="0"/>
    </w:p>
    <w:p w14:paraId="79172121" w14:textId="06A4E2E4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6FC014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0CCA4CAD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636CE8A1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6C1F65A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8A3CB" w16cex:dateUtc="2023-08-17T11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0DF26" w14:textId="77777777" w:rsidR="00C002F7" w:rsidRDefault="00C002F7" w:rsidP="00962258">
      <w:pPr>
        <w:spacing w:after="0" w:line="240" w:lineRule="auto"/>
      </w:pPr>
      <w:r>
        <w:separator/>
      </w:r>
    </w:p>
  </w:endnote>
  <w:endnote w:type="continuationSeparator" w:id="0">
    <w:p w14:paraId="6A78AA9D" w14:textId="77777777" w:rsidR="00C002F7" w:rsidRDefault="00C002F7" w:rsidP="00962258">
      <w:pPr>
        <w:spacing w:after="0" w:line="240" w:lineRule="auto"/>
      </w:pPr>
      <w:r>
        <w:continuationSeparator/>
      </w:r>
    </w:p>
  </w:endnote>
  <w:endnote w:type="continuationNotice" w:id="1">
    <w:p w14:paraId="6299D4E6" w14:textId="77777777" w:rsidR="00C002F7" w:rsidRDefault="00C002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065AF1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86B00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1B7F0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E4961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5DED4F" w14:textId="77777777" w:rsidR="00F1715C" w:rsidRDefault="00F1715C" w:rsidP="00D831A3">
          <w:pPr>
            <w:pStyle w:val="Zpat"/>
          </w:pPr>
        </w:p>
      </w:tc>
    </w:tr>
  </w:tbl>
  <w:p w14:paraId="07FAD2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C4365F6" wp14:editId="20AB81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E9DBED3" wp14:editId="34AE8C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F89D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25BE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575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0EC8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F34A84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287E1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679169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E644C1C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C8C348" w14:textId="77777777" w:rsidR="00F1715C" w:rsidRDefault="00F1715C" w:rsidP="00460660">
          <w:pPr>
            <w:pStyle w:val="Zpat"/>
          </w:pPr>
        </w:p>
      </w:tc>
    </w:tr>
  </w:tbl>
  <w:p w14:paraId="74C91E4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25C4CF4" wp14:editId="7A00DA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DCB1A46" wp14:editId="43BBA4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9C4F8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3C7F6" w14:textId="77777777" w:rsidR="00C002F7" w:rsidRDefault="00C002F7" w:rsidP="00962258">
      <w:pPr>
        <w:spacing w:after="0" w:line="240" w:lineRule="auto"/>
      </w:pPr>
      <w:r>
        <w:separator/>
      </w:r>
    </w:p>
  </w:footnote>
  <w:footnote w:type="continuationSeparator" w:id="0">
    <w:p w14:paraId="7B4373CC" w14:textId="77777777" w:rsidR="00C002F7" w:rsidRDefault="00C002F7" w:rsidP="00962258">
      <w:pPr>
        <w:spacing w:after="0" w:line="240" w:lineRule="auto"/>
      </w:pPr>
      <w:r>
        <w:continuationSeparator/>
      </w:r>
    </w:p>
  </w:footnote>
  <w:footnote w:type="continuationNotice" w:id="1">
    <w:p w14:paraId="5069FB59" w14:textId="77777777" w:rsidR="00C002F7" w:rsidRDefault="00C002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1B90E5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63B5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2E1C2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FB5A03" w14:textId="77777777" w:rsidR="00F1715C" w:rsidRPr="00D6163D" w:rsidRDefault="00F1715C" w:rsidP="00D6163D">
          <w:pPr>
            <w:pStyle w:val="Druhdokumentu"/>
          </w:pPr>
        </w:p>
      </w:tc>
    </w:tr>
  </w:tbl>
  <w:p w14:paraId="1368E77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39B79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24439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41CF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AEEFFD" w14:textId="77777777" w:rsidR="00F1715C" w:rsidRPr="00D6163D" w:rsidRDefault="00F1715C" w:rsidP="00FC6389">
          <w:pPr>
            <w:pStyle w:val="Druhdokumentu"/>
          </w:pPr>
        </w:p>
      </w:tc>
    </w:tr>
    <w:tr w:rsidR="009F392E" w14:paraId="6F301D1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441CC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10D5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E46629" w14:textId="77777777" w:rsidR="009F392E" w:rsidRPr="00D6163D" w:rsidRDefault="009F392E" w:rsidP="00FC6389">
          <w:pPr>
            <w:pStyle w:val="Druhdokumentu"/>
          </w:pPr>
        </w:p>
      </w:tc>
    </w:tr>
  </w:tbl>
  <w:p w14:paraId="23D7FDC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74581EE" wp14:editId="3096558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2F84A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48CF"/>
    <w:rsid w:val="00072C1E"/>
    <w:rsid w:val="000C6CEE"/>
    <w:rsid w:val="000E23A7"/>
    <w:rsid w:val="000E4423"/>
    <w:rsid w:val="001067EE"/>
    <w:rsid w:val="0010693F"/>
    <w:rsid w:val="00114472"/>
    <w:rsid w:val="00115BDC"/>
    <w:rsid w:val="001413A9"/>
    <w:rsid w:val="001550BC"/>
    <w:rsid w:val="001605B9"/>
    <w:rsid w:val="00170EC5"/>
    <w:rsid w:val="001747C1"/>
    <w:rsid w:val="00184743"/>
    <w:rsid w:val="001E496E"/>
    <w:rsid w:val="001E611F"/>
    <w:rsid w:val="00207DF5"/>
    <w:rsid w:val="002323B4"/>
    <w:rsid w:val="00280E07"/>
    <w:rsid w:val="002C31BF"/>
    <w:rsid w:val="002D08B1"/>
    <w:rsid w:val="002D6368"/>
    <w:rsid w:val="002E0CD7"/>
    <w:rsid w:val="00331597"/>
    <w:rsid w:val="00341DCF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B348C"/>
    <w:rsid w:val="004C2725"/>
    <w:rsid w:val="004C4399"/>
    <w:rsid w:val="004C787C"/>
    <w:rsid w:val="004E143C"/>
    <w:rsid w:val="004E3A53"/>
    <w:rsid w:val="004E4B6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38E"/>
    <w:rsid w:val="005F1404"/>
    <w:rsid w:val="005F4735"/>
    <w:rsid w:val="0061068E"/>
    <w:rsid w:val="0065687B"/>
    <w:rsid w:val="00656B8C"/>
    <w:rsid w:val="00660AD3"/>
    <w:rsid w:val="00677B7F"/>
    <w:rsid w:val="0069164E"/>
    <w:rsid w:val="006A5570"/>
    <w:rsid w:val="006A689C"/>
    <w:rsid w:val="006B3D79"/>
    <w:rsid w:val="006D7AFE"/>
    <w:rsid w:val="006E0578"/>
    <w:rsid w:val="006E314D"/>
    <w:rsid w:val="006E34C8"/>
    <w:rsid w:val="00710723"/>
    <w:rsid w:val="00716FE4"/>
    <w:rsid w:val="00723ED1"/>
    <w:rsid w:val="00743525"/>
    <w:rsid w:val="0076286B"/>
    <w:rsid w:val="00766846"/>
    <w:rsid w:val="0077673A"/>
    <w:rsid w:val="00777FE1"/>
    <w:rsid w:val="007846E1"/>
    <w:rsid w:val="007B570C"/>
    <w:rsid w:val="007B7145"/>
    <w:rsid w:val="007C589B"/>
    <w:rsid w:val="007E4A6E"/>
    <w:rsid w:val="007F56A7"/>
    <w:rsid w:val="00807DD0"/>
    <w:rsid w:val="008104D3"/>
    <w:rsid w:val="008258D4"/>
    <w:rsid w:val="008347C6"/>
    <w:rsid w:val="00842322"/>
    <w:rsid w:val="00843DC5"/>
    <w:rsid w:val="008659F3"/>
    <w:rsid w:val="00886D4B"/>
    <w:rsid w:val="00895406"/>
    <w:rsid w:val="008A3568"/>
    <w:rsid w:val="008A4A64"/>
    <w:rsid w:val="008D03B9"/>
    <w:rsid w:val="008F18D6"/>
    <w:rsid w:val="009025C5"/>
    <w:rsid w:val="00903B34"/>
    <w:rsid w:val="00904780"/>
    <w:rsid w:val="00911170"/>
    <w:rsid w:val="00922385"/>
    <w:rsid w:val="009223DF"/>
    <w:rsid w:val="00923DE9"/>
    <w:rsid w:val="00936091"/>
    <w:rsid w:val="00940D8A"/>
    <w:rsid w:val="00962258"/>
    <w:rsid w:val="009678B7"/>
    <w:rsid w:val="00972751"/>
    <w:rsid w:val="009833E1"/>
    <w:rsid w:val="00992D9C"/>
    <w:rsid w:val="00996CB8"/>
    <w:rsid w:val="009B14A9"/>
    <w:rsid w:val="009B2E97"/>
    <w:rsid w:val="009B537F"/>
    <w:rsid w:val="009D2AD3"/>
    <w:rsid w:val="009E07F4"/>
    <w:rsid w:val="009F392E"/>
    <w:rsid w:val="00A115D0"/>
    <w:rsid w:val="00A16A3C"/>
    <w:rsid w:val="00A5405F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C4F8E"/>
    <w:rsid w:val="00AD056F"/>
    <w:rsid w:val="00AD6731"/>
    <w:rsid w:val="00AF5B40"/>
    <w:rsid w:val="00B15D0D"/>
    <w:rsid w:val="00B5083B"/>
    <w:rsid w:val="00B52600"/>
    <w:rsid w:val="00B7174B"/>
    <w:rsid w:val="00B75EE1"/>
    <w:rsid w:val="00B77481"/>
    <w:rsid w:val="00B8518B"/>
    <w:rsid w:val="00B87F03"/>
    <w:rsid w:val="00BC2FC7"/>
    <w:rsid w:val="00BC38DC"/>
    <w:rsid w:val="00BD7E91"/>
    <w:rsid w:val="00C002F7"/>
    <w:rsid w:val="00C02D0A"/>
    <w:rsid w:val="00C03A6E"/>
    <w:rsid w:val="00C12697"/>
    <w:rsid w:val="00C44F6A"/>
    <w:rsid w:val="00C47AE3"/>
    <w:rsid w:val="00C60B23"/>
    <w:rsid w:val="00CC5BB8"/>
    <w:rsid w:val="00CD1FC4"/>
    <w:rsid w:val="00CE7F18"/>
    <w:rsid w:val="00CF20E8"/>
    <w:rsid w:val="00D21061"/>
    <w:rsid w:val="00D4108E"/>
    <w:rsid w:val="00D60522"/>
    <w:rsid w:val="00D6163D"/>
    <w:rsid w:val="00D73D46"/>
    <w:rsid w:val="00D831A3"/>
    <w:rsid w:val="00DA7D51"/>
    <w:rsid w:val="00DC75F3"/>
    <w:rsid w:val="00DC7843"/>
    <w:rsid w:val="00DD3AB8"/>
    <w:rsid w:val="00DD46F3"/>
    <w:rsid w:val="00DD5033"/>
    <w:rsid w:val="00DE56F2"/>
    <w:rsid w:val="00DE5E55"/>
    <w:rsid w:val="00DF116D"/>
    <w:rsid w:val="00E36C4A"/>
    <w:rsid w:val="00EB104F"/>
    <w:rsid w:val="00EC4056"/>
    <w:rsid w:val="00EC73AC"/>
    <w:rsid w:val="00ED14BD"/>
    <w:rsid w:val="00EF3BFB"/>
    <w:rsid w:val="00F0533E"/>
    <w:rsid w:val="00F1048D"/>
    <w:rsid w:val="00F12DEC"/>
    <w:rsid w:val="00F1715C"/>
    <w:rsid w:val="00F20156"/>
    <w:rsid w:val="00F310F8"/>
    <w:rsid w:val="00F35939"/>
    <w:rsid w:val="00F45607"/>
    <w:rsid w:val="00F53B4A"/>
    <w:rsid w:val="00F5558F"/>
    <w:rsid w:val="00F659EB"/>
    <w:rsid w:val="00F65D3C"/>
    <w:rsid w:val="00F86BA6"/>
    <w:rsid w:val="00F8750F"/>
    <w:rsid w:val="00FC6389"/>
    <w:rsid w:val="00FD6A19"/>
    <w:rsid w:val="00FD6A86"/>
    <w:rsid w:val="00F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1EAA67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D6A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6A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6A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6A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6A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115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3EDE0-DD38-4C7C-8985-EF4E386AA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D42161-D988-4302-95E0-939E8FF54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30</cp:revision>
  <cp:lastPrinted>2017-11-28T17:18:00Z</cp:lastPrinted>
  <dcterms:created xsi:type="dcterms:W3CDTF">2020-02-20T08:52:00Z</dcterms:created>
  <dcterms:modified xsi:type="dcterms:W3CDTF">2023-08-21T12:29:00Z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